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E8F" w:rsidRDefault="00123E8F">
      <w:pPr>
        <w:rPr>
          <w:rFonts w:ascii="Times New Roman" w:hAnsi="Times New Roman" w:cs="Times New Roman"/>
          <w:sz w:val="24"/>
          <w:szCs w:val="24"/>
        </w:rPr>
      </w:pPr>
    </w:p>
    <w:p w:rsidR="00123E8F" w:rsidRDefault="00123E8F">
      <w:pPr>
        <w:rPr>
          <w:sz w:val="24"/>
          <w:szCs w:val="24"/>
        </w:rPr>
      </w:pPr>
      <w:r>
        <w:rPr>
          <w:sz w:val="24"/>
          <w:szCs w:val="24"/>
        </w:rPr>
        <w:t xml:space="preserve">This is a book. </w:t>
      </w:r>
    </w:p>
    <w:p w:rsidR="00123E8F" w:rsidRDefault="00123E8F">
      <w:pPr>
        <w:rPr>
          <w:rFonts w:ascii="Times New Roman" w:hAnsi="Times New Roman"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这是一本书。</w:t>
      </w:r>
    </w:p>
    <w:p w:rsidR="00123E8F" w:rsidRDefault="00123E8F">
      <w:pPr>
        <w:rPr>
          <w:rFonts w:ascii="Times New Roman" w:hAnsi="Times New Roman" w:cs="Times New Roman"/>
          <w:sz w:val="24"/>
          <w:szCs w:val="24"/>
        </w:rPr>
      </w:pPr>
    </w:p>
    <w:p w:rsidR="00123E8F" w:rsidRDefault="00123E8F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Here you are. There is a pen.</w:t>
      </w:r>
    </w:p>
    <w:p w:rsidR="00123E8F" w:rsidRDefault="00123E8F">
      <w:pPr>
        <w:rPr>
          <w:rFonts w:cstheme="minorBidi"/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Here you are. There is a pen.</w:t>
      </w:r>
    </w:p>
    <w:p w:rsidR="00123E8F" w:rsidRDefault="00123E8F">
      <w:pPr>
        <w:rPr>
          <w:rFonts w:ascii="Times New Roman" w:hAnsi="Times New Roman" w:cs="Times New Roman"/>
          <w:sz w:val="24"/>
          <w:szCs w:val="24"/>
        </w:rPr>
      </w:pPr>
    </w:p>
    <w:p w:rsidR="00123E8F" w:rsidRDefault="00123E8F">
      <w:pPr>
        <w:rPr>
          <w:sz w:val="24"/>
          <w:szCs w:val="24"/>
        </w:rPr>
      </w:pPr>
      <w:r>
        <w:rPr>
          <w:sz w:val="24"/>
          <w:szCs w:val="24"/>
        </w:rPr>
        <w:t>A computer is a general purpose device that can be programmed to carry out a set of arithmetic or logical operations automatically. Since a sequence of operations can be readily changed, the computer can solve more than one kind of problem.</w:t>
      </w:r>
    </w:p>
    <w:p w:rsidR="00123E8F" w:rsidRDefault="00123E8F">
      <w:pPr>
        <w:rPr>
          <w:sz w:val="24"/>
          <w:szCs w:val="24"/>
        </w:rPr>
      </w:pPr>
    </w:p>
    <w:p w:rsidR="00123E8F" w:rsidRDefault="00123E8F">
      <w:pPr>
        <w:rPr>
          <w:sz w:val="24"/>
          <w:szCs w:val="24"/>
        </w:rPr>
      </w:pPr>
      <w:r>
        <w:rPr>
          <w:sz w:val="24"/>
          <w:szCs w:val="24"/>
        </w:rPr>
        <w:t>Conventionally, a computer consists of at least one processing element, typically a central processing unit (CPU), and some form of memory. The processing element carries out arithmetic and logic operations, and a sequencing and control unit can change the order of operations in response to stored information.</w:t>
      </w:r>
    </w:p>
    <w:p w:rsidR="00123E8F" w:rsidRDefault="00123E8F">
      <w:pPr>
        <w:rPr>
          <w:sz w:val="24"/>
          <w:szCs w:val="24"/>
        </w:rPr>
      </w:pPr>
    </w:p>
    <w:sectPr w:rsidR="00123E8F" w:rsidSect="00123E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E8F" w:rsidRDefault="00123E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123E8F" w:rsidRDefault="00123E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E8F" w:rsidRDefault="00123E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123E8F" w:rsidRDefault="00123E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（%1）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eastAsia"/>
      </w:rPr>
    </w:lvl>
    <w:lvl w:ilvl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  <w:rPr>
        <w:rFonts w:ascii="Times New Roman" w:hAnsi="Times New Roman" w:cs="Times New Roman"/>
      </w:rPr>
    </w:lvl>
    <w:lvl w:ilvl="4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'),.57:;&gt;?]bc}¢¨°·ˇˉ‐―‖’”…‰′″›℃∶、。〃〉》」』】〕〗〞︶︺︾﹀﹄﹚﹜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3E8F"/>
    <w:rsid w:val="00123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pPr>
      <w:ind w:left="315" w:firstLine="525"/>
    </w:pPr>
    <w:rPr>
      <w:rFonts w:ascii="宋体" w:hAnsi="宋体" w:cs="宋体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Pr>
      <w:rFonts w:ascii="宋体" w:eastAsia="宋体" w:hAnsi="宋体" w:cs="宋体"/>
      <w:sz w:val="20"/>
      <w:szCs w:val="20"/>
    </w:rPr>
  </w:style>
  <w:style w:type="character" w:styleId="CommentReference">
    <w:name w:val="annotation reference"/>
    <w:basedOn w:val="DefaultParagraphFont"/>
    <w:uiPriority w:val="99"/>
    <w:rPr>
      <w:rFonts w:ascii="Times New Roman" w:hAnsi="Times New Roman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hAnsi="Times New Roman" w:cs="Times New Roman"/>
      <w:sz w:val="18"/>
      <w:szCs w:val="18"/>
    </w:rPr>
  </w:style>
  <w:style w:type="paragraph" w:styleId="BodyText2">
    <w:name w:val="Body Text 2"/>
    <w:basedOn w:val="Normal"/>
    <w:link w:val="BodyText2Char"/>
    <w:uiPriority w:val="99"/>
    <w:pPr>
      <w:spacing w:line="400" w:lineRule="exact"/>
      <w:ind w:firstLine="420"/>
      <w:jc w:val="left"/>
    </w:pPr>
    <w:rPr>
      <w:rFonts w:ascii="Times New Roman" w:hAnsi="Times New Roman" w:cs="Times New Roman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rPr>
      <w:rFonts w:ascii="Calibri" w:eastAsia="宋体" w:hAnsi="Calibri" w:cs="Calibri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</TotalTime>
  <Pages>1</Pages>
  <Words>104</Words>
  <Characters>511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翻译人生</dc:creator>
  <cp:keywords/>
  <dc:description/>
  <cp:lastModifiedBy>lgc</cp:lastModifiedBy>
  <cp:revision>20</cp:revision>
  <dcterms:created xsi:type="dcterms:W3CDTF">2015-10-15T12:44:00Z</dcterms:created>
  <dcterms:modified xsi:type="dcterms:W3CDTF">2015-10-25T02:58:00Z</dcterms:modified>
</cp:coreProperties>
</file>